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F509DA" w14:textId="76F57BB1" w:rsidR="00377417" w:rsidRPr="00377417" w:rsidRDefault="004557B2" w:rsidP="00377417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9B669D">
        <w:rPr>
          <w:rFonts w:asciiTheme="minorHAnsi" w:hAnsiTheme="minorHAnsi" w:cstheme="minorHAnsi"/>
          <w:sz w:val="22"/>
          <w:szCs w:val="22"/>
        </w:rPr>
        <w:t xml:space="preserve">Dot. </w:t>
      </w:r>
      <w:r w:rsidR="00897F3B" w:rsidRPr="00897F3B">
        <w:rPr>
          <w:rFonts w:asciiTheme="minorHAnsi" w:hAnsiTheme="minorHAnsi" w:cstheme="minorHAnsi"/>
          <w:sz w:val="22"/>
          <w:szCs w:val="22"/>
        </w:rPr>
        <w:t>DAIP.WOKRM.0102.189.1.2021</w:t>
      </w:r>
    </w:p>
    <w:p w14:paraId="0D14D037" w14:textId="0BB4C4F8" w:rsidR="009B669D" w:rsidRDefault="009B669D" w:rsidP="00377417">
      <w:pPr>
        <w:pStyle w:val="Default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</w:p>
    <w:p w14:paraId="72847551" w14:textId="77777777" w:rsidR="009B669D" w:rsidRDefault="009B669D" w:rsidP="00F7307D">
      <w:pPr>
        <w:ind w:left="4248" w:firstLine="708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</w:p>
    <w:p w14:paraId="0DD7947A" w14:textId="77777777" w:rsidR="00F7307D" w:rsidRPr="009B669D" w:rsidRDefault="00F7307D" w:rsidP="00F7307D">
      <w:pPr>
        <w:ind w:left="4248" w:firstLine="708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9B669D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Pani </w:t>
      </w:r>
    </w:p>
    <w:p w14:paraId="414269E3" w14:textId="4007085C" w:rsidR="00F7307D" w:rsidRPr="009B669D" w:rsidRDefault="004B5CA3" w:rsidP="00F7307D">
      <w:pPr>
        <w:ind w:left="4248" w:firstLine="708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9B669D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Wioletta Zwara</w:t>
      </w:r>
    </w:p>
    <w:p w14:paraId="29C6F38D" w14:textId="77777777" w:rsidR="008A1D3B" w:rsidRPr="009B669D" w:rsidRDefault="008A1D3B" w:rsidP="00ED795C">
      <w:pPr>
        <w:ind w:left="4248" w:firstLine="708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9B669D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S</w:t>
      </w:r>
      <w:r w:rsidR="005F7E56" w:rsidRPr="009B669D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ekretarz </w:t>
      </w:r>
      <w:r w:rsidRPr="009B669D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Komitetu </w:t>
      </w:r>
    </w:p>
    <w:p w14:paraId="0F610E1E" w14:textId="7C455CFE" w:rsidR="00665688" w:rsidRPr="009B669D" w:rsidRDefault="008A1D3B" w:rsidP="00ED795C">
      <w:pPr>
        <w:ind w:left="4248" w:firstLine="708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9B669D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Rady Ministrów do spraw Cyfryzacji </w:t>
      </w:r>
    </w:p>
    <w:p w14:paraId="295367EE" w14:textId="034F4E9A" w:rsidR="000A71A0" w:rsidRPr="009B669D" w:rsidRDefault="00ED795C" w:rsidP="00E60402">
      <w:pPr>
        <w:spacing w:before="600" w:after="120"/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</w:pPr>
      <w:r w:rsidRPr="009B669D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Szanown</w:t>
      </w:r>
      <w:r w:rsidR="00FC4E19" w:rsidRPr="009B669D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a</w:t>
      </w:r>
      <w:r w:rsidRPr="009B669D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 Pani</w:t>
      </w:r>
      <w:r w:rsidR="00CA4294" w:rsidRPr="009B669D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 Sekretarz</w:t>
      </w:r>
      <w:r w:rsidR="00E32DC4" w:rsidRPr="009B669D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,</w:t>
      </w:r>
    </w:p>
    <w:p w14:paraId="00A58BF9" w14:textId="7E6F752A" w:rsidR="00300251" w:rsidRDefault="00726045" w:rsidP="00E6468A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9B669D">
        <w:rPr>
          <w:rFonts w:asciiTheme="minorHAnsi" w:hAnsiTheme="minorHAnsi" w:cstheme="minorHAnsi"/>
          <w:sz w:val="22"/>
          <w:szCs w:val="22"/>
        </w:rPr>
        <w:t xml:space="preserve">nawiązując do </w:t>
      </w:r>
      <w:r w:rsidR="00377417">
        <w:rPr>
          <w:rFonts w:asciiTheme="minorHAnsi" w:hAnsiTheme="minorHAnsi" w:cstheme="minorHAnsi"/>
          <w:sz w:val="22"/>
          <w:szCs w:val="22"/>
        </w:rPr>
        <w:t xml:space="preserve">przekazanego pismem z dnia </w:t>
      </w:r>
      <w:r w:rsidR="00897F3B">
        <w:rPr>
          <w:rFonts w:asciiTheme="minorHAnsi" w:hAnsiTheme="minorHAnsi" w:cstheme="minorHAnsi"/>
          <w:sz w:val="22"/>
          <w:szCs w:val="22"/>
        </w:rPr>
        <w:t>7</w:t>
      </w:r>
      <w:r w:rsidR="00684CD4" w:rsidRPr="009B669D">
        <w:rPr>
          <w:rFonts w:asciiTheme="minorHAnsi" w:hAnsiTheme="minorHAnsi" w:cstheme="minorHAnsi"/>
          <w:sz w:val="22"/>
          <w:szCs w:val="22"/>
        </w:rPr>
        <w:t xml:space="preserve"> września 2021 r. (znak sprawy: </w:t>
      </w:r>
      <w:bookmarkStart w:id="0" w:name="ezdSprawaZnak"/>
      <w:r w:rsidR="005E78E7" w:rsidRPr="005E78E7">
        <w:rPr>
          <w:rFonts w:asciiTheme="minorHAnsi" w:hAnsiTheme="minorHAnsi" w:cstheme="minorHAnsi"/>
          <w:sz w:val="22"/>
          <w:szCs w:val="22"/>
        </w:rPr>
        <w:t>DLPC-II.4391.2.2021</w:t>
      </w:r>
      <w:bookmarkEnd w:id="0"/>
      <w:r w:rsidR="00684CD4" w:rsidRPr="009B669D">
        <w:rPr>
          <w:rFonts w:asciiTheme="minorHAnsi" w:hAnsiTheme="minorHAnsi" w:cstheme="minorHAnsi"/>
          <w:sz w:val="22"/>
          <w:szCs w:val="22"/>
        </w:rPr>
        <w:t>)</w:t>
      </w:r>
      <w:r w:rsidR="00684CD4" w:rsidRPr="009B669D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684CD4" w:rsidRPr="009B669D">
        <w:rPr>
          <w:rFonts w:asciiTheme="minorHAnsi" w:hAnsiTheme="minorHAnsi" w:cstheme="minorHAnsi"/>
          <w:sz w:val="22"/>
          <w:szCs w:val="22"/>
        </w:rPr>
        <w:t xml:space="preserve">odniesienia </w:t>
      </w:r>
      <w:r w:rsidR="00B8290B">
        <w:rPr>
          <w:rFonts w:asciiTheme="minorHAnsi" w:hAnsiTheme="minorHAnsi" w:cstheme="minorHAnsi"/>
          <w:sz w:val="22"/>
          <w:szCs w:val="22"/>
        </w:rPr>
        <w:t xml:space="preserve">Ministra </w:t>
      </w:r>
      <w:r w:rsidR="00377417">
        <w:rPr>
          <w:rFonts w:asciiTheme="minorHAnsi" w:hAnsiTheme="minorHAnsi" w:cstheme="minorHAnsi"/>
          <w:sz w:val="22"/>
          <w:szCs w:val="22"/>
        </w:rPr>
        <w:t>S</w:t>
      </w:r>
      <w:r w:rsidR="00377417" w:rsidRPr="00377417">
        <w:rPr>
          <w:rFonts w:asciiTheme="minorHAnsi" w:hAnsiTheme="minorHAnsi" w:cstheme="minorHAnsi"/>
          <w:iCs/>
          <w:sz w:val="22"/>
          <w:szCs w:val="22"/>
        </w:rPr>
        <w:t>prawiedliwości</w:t>
      </w:r>
      <w:r w:rsidR="00684CD4" w:rsidRPr="00377417">
        <w:rPr>
          <w:rFonts w:asciiTheme="minorHAnsi" w:hAnsiTheme="minorHAnsi" w:cstheme="minorHAnsi"/>
          <w:sz w:val="22"/>
          <w:szCs w:val="22"/>
        </w:rPr>
        <w:t xml:space="preserve"> </w:t>
      </w:r>
      <w:r w:rsidR="00684CD4" w:rsidRPr="009B669D">
        <w:rPr>
          <w:rFonts w:asciiTheme="minorHAnsi" w:hAnsiTheme="minorHAnsi" w:cstheme="minorHAnsi"/>
          <w:sz w:val="22"/>
          <w:szCs w:val="22"/>
        </w:rPr>
        <w:t>do uwag M</w:t>
      </w:r>
      <w:r w:rsidR="00B8290B">
        <w:rPr>
          <w:rFonts w:asciiTheme="minorHAnsi" w:hAnsiTheme="minorHAnsi" w:cstheme="minorHAnsi"/>
          <w:sz w:val="22"/>
          <w:szCs w:val="22"/>
        </w:rPr>
        <w:t>inistra Cyfryzacji</w:t>
      </w:r>
      <w:r w:rsidR="00F62E16">
        <w:rPr>
          <w:rFonts w:asciiTheme="minorHAnsi" w:hAnsiTheme="minorHAnsi" w:cstheme="minorHAnsi"/>
          <w:sz w:val="22"/>
          <w:szCs w:val="22"/>
        </w:rPr>
        <w:t xml:space="preserve"> w zakresie</w:t>
      </w:r>
      <w:r w:rsidR="00684CD4" w:rsidRPr="009B669D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377417" w:rsidRPr="00377417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projektu </w:t>
      </w:r>
      <w:r w:rsidR="00897F3B" w:rsidRPr="00897F3B">
        <w:rPr>
          <w:rFonts w:asciiTheme="minorHAnsi" w:hAnsiTheme="minorHAnsi" w:cstheme="minorHAnsi"/>
          <w:b/>
          <w:i/>
          <w:iCs/>
          <w:sz w:val="22"/>
          <w:szCs w:val="22"/>
        </w:rPr>
        <w:t>rozporządzenia Ministra Sprawiedliwości w sprawie sposobu i trybu prowadzeni</w:t>
      </w:r>
      <w:r w:rsidR="00B34998">
        <w:rPr>
          <w:rFonts w:asciiTheme="minorHAnsi" w:hAnsiTheme="minorHAnsi" w:cstheme="minorHAnsi"/>
          <w:b/>
          <w:i/>
          <w:iCs/>
          <w:sz w:val="22"/>
          <w:szCs w:val="22"/>
        </w:rPr>
        <w:t>a akt oraz zbioru dokumentów, w </w:t>
      </w:r>
      <w:r w:rsidR="00897F3B" w:rsidRPr="00897F3B">
        <w:rPr>
          <w:rFonts w:asciiTheme="minorHAnsi" w:hAnsiTheme="minorHAnsi" w:cstheme="minorHAnsi"/>
          <w:b/>
          <w:i/>
          <w:iCs/>
          <w:sz w:val="22"/>
          <w:szCs w:val="22"/>
        </w:rPr>
        <w:t>tym stosowania urządzeń ewidencyjnych, a także udostępniania tych akt oraz zbioru dokumentów w postępowaniu o zatwierdzenie układu (</w:t>
      </w:r>
      <w:r w:rsidR="00F62E16">
        <w:rPr>
          <w:rFonts w:asciiTheme="minorHAnsi" w:hAnsiTheme="minorHAnsi" w:cstheme="minorHAnsi"/>
          <w:b/>
          <w:i/>
          <w:iCs/>
          <w:sz w:val="22"/>
          <w:szCs w:val="22"/>
        </w:rPr>
        <w:t>n</w:t>
      </w:r>
      <w:r w:rsidR="00897F3B" w:rsidRPr="00897F3B">
        <w:rPr>
          <w:rFonts w:asciiTheme="minorHAnsi" w:hAnsiTheme="minorHAnsi" w:cstheme="minorHAnsi"/>
          <w:b/>
          <w:i/>
          <w:iCs/>
          <w:sz w:val="22"/>
          <w:szCs w:val="22"/>
        </w:rPr>
        <w:t>r</w:t>
      </w:r>
      <w:r w:rsidR="00F62E16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wykazie prac legislacyjnych MS</w:t>
      </w:r>
      <w:r w:rsidR="00897F3B" w:rsidRPr="00897F3B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A424)</w:t>
      </w:r>
      <w:r w:rsidR="00684CD4" w:rsidRPr="009B669D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9B669D" w:rsidRPr="009B669D">
        <w:rPr>
          <w:rFonts w:asciiTheme="minorHAnsi" w:hAnsiTheme="minorHAnsi" w:cstheme="minorHAnsi"/>
          <w:iCs/>
          <w:sz w:val="22"/>
          <w:szCs w:val="22"/>
        </w:rPr>
        <w:t>zgłoszonych</w:t>
      </w:r>
      <w:r w:rsidR="009B669D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684CD4" w:rsidRPr="009B669D">
        <w:rPr>
          <w:rFonts w:asciiTheme="minorHAnsi" w:hAnsiTheme="minorHAnsi" w:cstheme="minorHAnsi"/>
          <w:iCs/>
          <w:sz w:val="22"/>
          <w:szCs w:val="22"/>
        </w:rPr>
        <w:t>w</w:t>
      </w:r>
      <w:r w:rsidR="00F62E16">
        <w:rPr>
          <w:rFonts w:asciiTheme="minorHAnsi" w:hAnsiTheme="minorHAnsi" w:cstheme="minorHAnsi"/>
          <w:iCs/>
          <w:sz w:val="22"/>
          <w:szCs w:val="22"/>
        </w:rPr>
        <w:t> </w:t>
      </w:r>
      <w:r w:rsidR="00684CD4" w:rsidRPr="009B669D">
        <w:rPr>
          <w:rFonts w:asciiTheme="minorHAnsi" w:hAnsiTheme="minorHAnsi" w:cstheme="minorHAnsi"/>
          <w:iCs/>
          <w:sz w:val="22"/>
          <w:szCs w:val="22"/>
        </w:rPr>
        <w:t xml:space="preserve">ramach </w:t>
      </w:r>
      <w:r w:rsidR="009B669D">
        <w:rPr>
          <w:rFonts w:asciiTheme="minorHAnsi" w:hAnsiTheme="minorHAnsi" w:cstheme="minorHAnsi"/>
          <w:iCs/>
          <w:sz w:val="22"/>
          <w:szCs w:val="22"/>
        </w:rPr>
        <w:t xml:space="preserve">prac </w:t>
      </w:r>
      <w:r w:rsidR="009B669D" w:rsidRPr="009B669D">
        <w:rPr>
          <w:rFonts w:asciiTheme="minorHAnsi" w:hAnsiTheme="minorHAnsi" w:cstheme="minorHAnsi"/>
          <w:iCs/>
          <w:sz w:val="22"/>
          <w:szCs w:val="22"/>
        </w:rPr>
        <w:t>Komitetu</w:t>
      </w:r>
      <w:r w:rsidR="00B8290B">
        <w:rPr>
          <w:rFonts w:asciiTheme="minorHAnsi" w:hAnsiTheme="minorHAnsi" w:cstheme="minorHAnsi"/>
          <w:iCs/>
          <w:sz w:val="22"/>
          <w:szCs w:val="22"/>
        </w:rPr>
        <w:t xml:space="preserve"> Rady Ministrów</w:t>
      </w:r>
      <w:r w:rsidR="009B669D" w:rsidRPr="009B669D">
        <w:rPr>
          <w:rFonts w:asciiTheme="minorHAnsi" w:hAnsiTheme="minorHAnsi" w:cstheme="minorHAnsi"/>
          <w:iCs/>
          <w:sz w:val="22"/>
          <w:szCs w:val="22"/>
        </w:rPr>
        <w:t xml:space="preserve"> do </w:t>
      </w:r>
      <w:r w:rsidR="00322E7D">
        <w:rPr>
          <w:rFonts w:asciiTheme="minorHAnsi" w:hAnsiTheme="minorHAnsi" w:cstheme="minorHAnsi"/>
          <w:iCs/>
          <w:sz w:val="22"/>
          <w:szCs w:val="22"/>
        </w:rPr>
        <w:t>s</w:t>
      </w:r>
      <w:r w:rsidR="009B669D" w:rsidRPr="009B669D">
        <w:rPr>
          <w:rFonts w:asciiTheme="minorHAnsi" w:hAnsiTheme="minorHAnsi" w:cstheme="minorHAnsi"/>
          <w:iCs/>
          <w:sz w:val="22"/>
          <w:szCs w:val="22"/>
        </w:rPr>
        <w:t>praw Cyfryzacji</w:t>
      </w:r>
      <w:r w:rsidR="00FC4E19" w:rsidRPr="009B669D">
        <w:rPr>
          <w:rFonts w:asciiTheme="minorHAnsi" w:hAnsiTheme="minorHAnsi" w:cstheme="minorHAnsi"/>
          <w:iCs/>
          <w:sz w:val="22"/>
          <w:szCs w:val="22"/>
        </w:rPr>
        <w:t>,</w:t>
      </w:r>
      <w:r w:rsidR="00FC4E19" w:rsidRPr="009B669D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9B669D" w:rsidRPr="009B669D">
        <w:rPr>
          <w:rFonts w:asciiTheme="minorHAnsi" w:hAnsiTheme="minorHAnsi" w:cstheme="minorHAnsi"/>
          <w:iCs/>
          <w:sz w:val="22"/>
          <w:szCs w:val="22"/>
        </w:rPr>
        <w:t>uprzejmie informuję, że akceptuję</w:t>
      </w:r>
      <w:r w:rsidR="00B8290B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377417">
        <w:rPr>
          <w:rFonts w:asciiTheme="minorHAnsi" w:hAnsiTheme="minorHAnsi" w:cstheme="minorHAnsi"/>
          <w:iCs/>
          <w:sz w:val="22"/>
          <w:szCs w:val="22"/>
        </w:rPr>
        <w:t>przedstawione wyjaśnienia.</w:t>
      </w:r>
    </w:p>
    <w:p w14:paraId="4388B329" w14:textId="77777777" w:rsidR="00B8290B" w:rsidRPr="009B669D" w:rsidRDefault="00B8290B" w:rsidP="00E6468A">
      <w:pPr>
        <w:spacing w:before="120" w:after="120"/>
        <w:jc w:val="both"/>
        <w:rPr>
          <w:rFonts w:asciiTheme="minorHAnsi" w:hAnsiTheme="minorHAnsi" w:cstheme="minorHAnsi"/>
          <w:b/>
          <w:iCs/>
          <w:sz w:val="22"/>
          <w:szCs w:val="22"/>
        </w:rPr>
      </w:pPr>
    </w:p>
    <w:p w14:paraId="61614DA6" w14:textId="77777777" w:rsidR="000A71A0" w:rsidRPr="009B669D" w:rsidRDefault="00800806" w:rsidP="008541EF">
      <w:pPr>
        <w:spacing w:before="600" w:after="120"/>
        <w:ind w:left="4860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9B669D">
        <w:rPr>
          <w:rFonts w:asciiTheme="minorHAnsi" w:hAnsiTheme="minorHAnsi" w:cstheme="minorHAnsi"/>
          <w:i/>
          <w:iCs/>
          <w:sz w:val="22"/>
          <w:szCs w:val="22"/>
        </w:rPr>
        <w:t>Z poważaniem</w:t>
      </w:r>
    </w:p>
    <w:p w14:paraId="507BDA49" w14:textId="4E7D574A" w:rsidR="000A71A0" w:rsidRPr="009B669D" w:rsidRDefault="00800806" w:rsidP="000A71A0">
      <w:pPr>
        <w:ind w:left="48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B669D">
        <w:rPr>
          <w:rFonts w:asciiTheme="minorHAnsi" w:hAnsiTheme="minorHAnsi" w:cstheme="minorHAnsi"/>
          <w:b/>
          <w:bCs/>
          <w:sz w:val="22"/>
          <w:szCs w:val="22"/>
        </w:rPr>
        <w:t xml:space="preserve">z up. </w:t>
      </w:r>
      <w:r w:rsidR="001D2CEF" w:rsidRPr="009B669D">
        <w:rPr>
          <w:rFonts w:asciiTheme="minorHAnsi" w:hAnsiTheme="minorHAnsi" w:cstheme="minorHAnsi"/>
          <w:b/>
          <w:bCs/>
          <w:sz w:val="22"/>
          <w:szCs w:val="22"/>
        </w:rPr>
        <w:t>Adam Andruszkiewicz</w:t>
      </w:r>
    </w:p>
    <w:p w14:paraId="3A71F5C4" w14:textId="77777777" w:rsidR="000A71A0" w:rsidRPr="009B669D" w:rsidRDefault="00800806" w:rsidP="000A71A0">
      <w:pPr>
        <w:ind w:left="48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B669D">
        <w:rPr>
          <w:rFonts w:asciiTheme="minorHAnsi" w:hAnsiTheme="minorHAnsi" w:cstheme="minorHAnsi"/>
          <w:b/>
          <w:bCs/>
          <w:sz w:val="22"/>
          <w:szCs w:val="22"/>
        </w:rPr>
        <w:t>Sekretarz Stanu</w:t>
      </w:r>
    </w:p>
    <w:p w14:paraId="40EE327A" w14:textId="77777777" w:rsidR="00EA13E5" w:rsidRPr="009B669D" w:rsidRDefault="00800806" w:rsidP="008541EF">
      <w:pPr>
        <w:spacing w:after="120"/>
        <w:ind w:left="4859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B669D">
        <w:rPr>
          <w:rFonts w:asciiTheme="minorHAnsi" w:hAnsiTheme="minorHAnsi" w:cstheme="minorHAnsi"/>
          <w:b/>
          <w:bCs/>
          <w:sz w:val="22"/>
          <w:szCs w:val="22"/>
        </w:rPr>
        <w:t>w Kancelarii Prezesa Rady Ministrów</w:t>
      </w:r>
    </w:p>
    <w:p w14:paraId="0F43274D" w14:textId="180DB5ED" w:rsidR="00E5203E" w:rsidRPr="009B669D" w:rsidRDefault="00E5203E" w:rsidP="00E5203E">
      <w:pPr>
        <w:ind w:left="3969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9B669D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655DA" w:rsidRPr="009B669D">
        <w:rPr>
          <w:rFonts w:asciiTheme="minorHAnsi" w:hAnsiTheme="minorHAnsi" w:cstheme="minorHAnsi"/>
          <w:i/>
          <w:sz w:val="22"/>
          <w:szCs w:val="22"/>
        </w:rPr>
        <w:t xml:space="preserve">         </w:t>
      </w:r>
      <w:r w:rsidRPr="009B669D">
        <w:rPr>
          <w:rFonts w:asciiTheme="minorHAnsi" w:hAnsiTheme="minorHAnsi" w:cstheme="minorHAnsi"/>
          <w:i/>
          <w:sz w:val="22"/>
          <w:szCs w:val="22"/>
        </w:rPr>
        <w:t xml:space="preserve">  /podpisano kwalifikowanym podpisem elektronicznym/</w:t>
      </w:r>
    </w:p>
    <w:p w14:paraId="5DF49213" w14:textId="65DEB2A7" w:rsidR="00E5203E" w:rsidRPr="009B669D" w:rsidRDefault="00E5203E" w:rsidP="006D7349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sectPr w:rsidR="00E5203E" w:rsidRPr="009B669D" w:rsidSect="00FD0447">
      <w:footerReference w:type="default" r:id="rId7"/>
      <w:headerReference w:type="first" r:id="rId8"/>
      <w:footerReference w:type="first" r:id="rId9"/>
      <w:pgSz w:w="11906" w:h="16838" w:code="9"/>
      <w:pgMar w:top="56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C02A5B" w14:textId="77777777" w:rsidR="00E51C57" w:rsidRDefault="00E51C57">
      <w:r>
        <w:separator/>
      </w:r>
    </w:p>
  </w:endnote>
  <w:endnote w:type="continuationSeparator" w:id="0">
    <w:p w14:paraId="000FD612" w14:textId="77777777" w:rsidR="00E51C57" w:rsidRDefault="00E51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B7E9A5" w14:textId="77777777" w:rsidR="005E753F" w:rsidRDefault="0080080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6080ED6C" wp14:editId="4D213AF3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8FDD53" w14:textId="77777777" w:rsidR="005E753F" w:rsidRDefault="00800806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80ED6C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14:paraId="438FDD53" w14:textId="77777777" w:rsidR="005E753F" w:rsidRDefault="00800806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proofErr w:type="gramStart"/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</w:t>
                    </w:r>
                    <w:proofErr w:type="gramEnd"/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0EDF59A4" wp14:editId="297EA87E">
          <wp:extent cx="5400040" cy="961390"/>
          <wp:effectExtent l="0" t="0" r="0" b="0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52B745" w14:textId="77777777" w:rsidR="00AE7731" w:rsidRDefault="00800806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 wp14:anchorId="27D318F1" wp14:editId="68709EFA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29" name="Obraz 29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DAC315" w14:textId="77777777" w:rsidR="00E51C57" w:rsidRDefault="00E51C57">
      <w:r>
        <w:separator/>
      </w:r>
    </w:p>
  </w:footnote>
  <w:footnote w:type="continuationSeparator" w:id="0">
    <w:p w14:paraId="3731B7DE" w14:textId="77777777" w:rsidR="00E51C57" w:rsidRDefault="00E51C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99768" w14:textId="77777777" w:rsidR="007018D3" w:rsidRDefault="00E51C57" w:rsidP="007018D3">
    <w:pPr>
      <w:pStyle w:val="Nagwek"/>
      <w:jc w:val="right"/>
    </w:pPr>
  </w:p>
  <w:p w14:paraId="02725DBB" w14:textId="77777777" w:rsidR="007018D3" w:rsidRDefault="00E51C57" w:rsidP="007018D3">
    <w:pPr>
      <w:pStyle w:val="Nagwek"/>
      <w:jc w:val="right"/>
    </w:pPr>
  </w:p>
  <w:p w14:paraId="7882869A" w14:textId="755766BB" w:rsidR="004633D0" w:rsidRDefault="00800806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B12C149" wp14:editId="198E13B8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EBC90C" w14:textId="52511C6C" w:rsidR="00377417" w:rsidRPr="00377417" w:rsidRDefault="00377417" w:rsidP="00377417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377417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DRC.WLA.0641.39</w:t>
                          </w:r>
                          <w:r w:rsidR="00897F3B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0</w:t>
                          </w:r>
                          <w:r w:rsidRPr="00377417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.2021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B12C14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14:paraId="01EBC90C" w14:textId="52511C6C" w:rsidR="00377417" w:rsidRPr="00377417" w:rsidRDefault="00377417" w:rsidP="00377417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377417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DRC.WLA.0641.39</w:t>
                    </w:r>
                    <w:r w:rsidR="00897F3B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0</w:t>
                    </w:r>
                    <w:r w:rsidRPr="00377417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A97399B" wp14:editId="1689DF4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F89388" w14:textId="77777777" w:rsidR="007018D3" w:rsidRPr="00495DA1" w:rsidRDefault="00800806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97399B"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14:paraId="78F89388" w14:textId="77777777" w:rsidR="007018D3" w:rsidRPr="00495DA1" w:rsidRDefault="00800806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 wp14:anchorId="4246827A" wp14:editId="26084F33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28" name="Obraz 28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Warszawa, dnia</w:t>
    </w:r>
    <w:r w:rsidR="00B34998">
      <w:t xml:space="preserve"> 15</w:t>
    </w:r>
    <w:r w:rsidR="00B8290B">
      <w:t xml:space="preserve"> września 2021</w:t>
    </w:r>
    <w:bookmarkStart w:id="1" w:name="ezdDataPodpisu"/>
    <w:bookmarkEnd w:id="1"/>
    <w:r>
      <w:t>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E16E43FC"/>
    <w:multiLevelType w:val="hybridMultilevel"/>
    <w:tmpl w:val="20A8878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BAB19C4"/>
    <w:multiLevelType w:val="hybridMultilevel"/>
    <w:tmpl w:val="19B217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E56"/>
    <w:rsid w:val="00021DB7"/>
    <w:rsid w:val="00047386"/>
    <w:rsid w:val="00064712"/>
    <w:rsid w:val="00085A64"/>
    <w:rsid w:val="00091413"/>
    <w:rsid w:val="000B561C"/>
    <w:rsid w:val="000C7006"/>
    <w:rsid w:val="000D5BE7"/>
    <w:rsid w:val="000E00FB"/>
    <w:rsid w:val="000E44FC"/>
    <w:rsid w:val="001108E0"/>
    <w:rsid w:val="00141935"/>
    <w:rsid w:val="00143B60"/>
    <w:rsid w:val="00155C58"/>
    <w:rsid w:val="00156771"/>
    <w:rsid w:val="00167AA8"/>
    <w:rsid w:val="00175D22"/>
    <w:rsid w:val="00176E9D"/>
    <w:rsid w:val="001A64A4"/>
    <w:rsid w:val="001B53DC"/>
    <w:rsid w:val="001D2CEF"/>
    <w:rsid w:val="001E4F9D"/>
    <w:rsid w:val="00202441"/>
    <w:rsid w:val="00210F06"/>
    <w:rsid w:val="0021109B"/>
    <w:rsid w:val="00211A1E"/>
    <w:rsid w:val="00235802"/>
    <w:rsid w:val="00250659"/>
    <w:rsid w:val="00253D2C"/>
    <w:rsid w:val="0025784F"/>
    <w:rsid w:val="00263292"/>
    <w:rsid w:val="00270126"/>
    <w:rsid w:val="00270492"/>
    <w:rsid w:val="00270532"/>
    <w:rsid w:val="002B23C4"/>
    <w:rsid w:val="002B2F27"/>
    <w:rsid w:val="002F2C78"/>
    <w:rsid w:val="00300251"/>
    <w:rsid w:val="003009AB"/>
    <w:rsid w:val="00322E7D"/>
    <w:rsid w:val="00333EF7"/>
    <w:rsid w:val="003353C7"/>
    <w:rsid w:val="003365D0"/>
    <w:rsid w:val="003632E3"/>
    <w:rsid w:val="0037738F"/>
    <w:rsid w:val="00377417"/>
    <w:rsid w:val="00391928"/>
    <w:rsid w:val="00395F58"/>
    <w:rsid w:val="003A1D32"/>
    <w:rsid w:val="003A6E12"/>
    <w:rsid w:val="003B3308"/>
    <w:rsid w:val="003D2D3F"/>
    <w:rsid w:val="003F12CD"/>
    <w:rsid w:val="00401A47"/>
    <w:rsid w:val="004228CB"/>
    <w:rsid w:val="004373FE"/>
    <w:rsid w:val="004557B2"/>
    <w:rsid w:val="004B5188"/>
    <w:rsid w:val="004B5CA3"/>
    <w:rsid w:val="004D7118"/>
    <w:rsid w:val="004D743E"/>
    <w:rsid w:val="004F228E"/>
    <w:rsid w:val="004F7D7E"/>
    <w:rsid w:val="005032B0"/>
    <w:rsid w:val="00503A66"/>
    <w:rsid w:val="00555122"/>
    <w:rsid w:val="0056690C"/>
    <w:rsid w:val="0057174F"/>
    <w:rsid w:val="0057318D"/>
    <w:rsid w:val="00573954"/>
    <w:rsid w:val="005A73DD"/>
    <w:rsid w:val="005C156B"/>
    <w:rsid w:val="005C42E5"/>
    <w:rsid w:val="005D6412"/>
    <w:rsid w:val="005E78E7"/>
    <w:rsid w:val="005F7E56"/>
    <w:rsid w:val="00600D1E"/>
    <w:rsid w:val="0062015D"/>
    <w:rsid w:val="00631053"/>
    <w:rsid w:val="00633EB4"/>
    <w:rsid w:val="006655DA"/>
    <w:rsid w:val="00665688"/>
    <w:rsid w:val="006756BD"/>
    <w:rsid w:val="00680E2E"/>
    <w:rsid w:val="00684CD4"/>
    <w:rsid w:val="00686C3A"/>
    <w:rsid w:val="006B06B4"/>
    <w:rsid w:val="006B12E5"/>
    <w:rsid w:val="006B5B2C"/>
    <w:rsid w:val="006C3659"/>
    <w:rsid w:val="006D6565"/>
    <w:rsid w:val="006D7349"/>
    <w:rsid w:val="00707465"/>
    <w:rsid w:val="00712065"/>
    <w:rsid w:val="00726045"/>
    <w:rsid w:val="00737702"/>
    <w:rsid w:val="00753A64"/>
    <w:rsid w:val="00773543"/>
    <w:rsid w:val="007744D0"/>
    <w:rsid w:val="00781CBC"/>
    <w:rsid w:val="00783487"/>
    <w:rsid w:val="007900CF"/>
    <w:rsid w:val="007D2F5C"/>
    <w:rsid w:val="007E3C66"/>
    <w:rsid w:val="00800806"/>
    <w:rsid w:val="0080299C"/>
    <w:rsid w:val="00806AF5"/>
    <w:rsid w:val="00816F1B"/>
    <w:rsid w:val="008241E2"/>
    <w:rsid w:val="00831AF5"/>
    <w:rsid w:val="008404B5"/>
    <w:rsid w:val="0084071E"/>
    <w:rsid w:val="008457B7"/>
    <w:rsid w:val="008541EF"/>
    <w:rsid w:val="00855334"/>
    <w:rsid w:val="00862010"/>
    <w:rsid w:val="008753E8"/>
    <w:rsid w:val="00880551"/>
    <w:rsid w:val="00895496"/>
    <w:rsid w:val="00897F3B"/>
    <w:rsid w:val="008A1D3B"/>
    <w:rsid w:val="008B34EF"/>
    <w:rsid w:val="008B614E"/>
    <w:rsid w:val="008D3BCA"/>
    <w:rsid w:val="008F0896"/>
    <w:rsid w:val="00905A67"/>
    <w:rsid w:val="00911DE6"/>
    <w:rsid w:val="0094441E"/>
    <w:rsid w:val="00950D01"/>
    <w:rsid w:val="00962CF6"/>
    <w:rsid w:val="00971C1E"/>
    <w:rsid w:val="00974516"/>
    <w:rsid w:val="00981A4C"/>
    <w:rsid w:val="009B669D"/>
    <w:rsid w:val="00A3134F"/>
    <w:rsid w:val="00A61EF6"/>
    <w:rsid w:val="00A62120"/>
    <w:rsid w:val="00A6673C"/>
    <w:rsid w:val="00A73B0F"/>
    <w:rsid w:val="00A7580D"/>
    <w:rsid w:val="00A8209E"/>
    <w:rsid w:val="00A86A24"/>
    <w:rsid w:val="00AC2C33"/>
    <w:rsid w:val="00AD13B4"/>
    <w:rsid w:val="00AE52EB"/>
    <w:rsid w:val="00AE5C66"/>
    <w:rsid w:val="00B10FE8"/>
    <w:rsid w:val="00B1214A"/>
    <w:rsid w:val="00B23288"/>
    <w:rsid w:val="00B34998"/>
    <w:rsid w:val="00B8290B"/>
    <w:rsid w:val="00B92CA8"/>
    <w:rsid w:val="00B9713D"/>
    <w:rsid w:val="00BA2D67"/>
    <w:rsid w:val="00BC0650"/>
    <w:rsid w:val="00BC288B"/>
    <w:rsid w:val="00BD45F4"/>
    <w:rsid w:val="00C000E7"/>
    <w:rsid w:val="00C0739B"/>
    <w:rsid w:val="00C20D32"/>
    <w:rsid w:val="00C23AA1"/>
    <w:rsid w:val="00C80EE6"/>
    <w:rsid w:val="00C83F1F"/>
    <w:rsid w:val="00CA0B38"/>
    <w:rsid w:val="00CA4294"/>
    <w:rsid w:val="00CA71E5"/>
    <w:rsid w:val="00CB6AEB"/>
    <w:rsid w:val="00CC55E0"/>
    <w:rsid w:val="00CE59B0"/>
    <w:rsid w:val="00CF32C3"/>
    <w:rsid w:val="00D12BE4"/>
    <w:rsid w:val="00D51C28"/>
    <w:rsid w:val="00D52468"/>
    <w:rsid w:val="00D57C88"/>
    <w:rsid w:val="00D77749"/>
    <w:rsid w:val="00D8099A"/>
    <w:rsid w:val="00DC5F70"/>
    <w:rsid w:val="00DD005C"/>
    <w:rsid w:val="00DD2EA6"/>
    <w:rsid w:val="00DD7D26"/>
    <w:rsid w:val="00DE10DB"/>
    <w:rsid w:val="00E32DC4"/>
    <w:rsid w:val="00E51C57"/>
    <w:rsid w:val="00E5203E"/>
    <w:rsid w:val="00E60402"/>
    <w:rsid w:val="00E643FE"/>
    <w:rsid w:val="00E6468A"/>
    <w:rsid w:val="00ED795C"/>
    <w:rsid w:val="00EE578D"/>
    <w:rsid w:val="00EF3E80"/>
    <w:rsid w:val="00F00AF0"/>
    <w:rsid w:val="00F43A65"/>
    <w:rsid w:val="00F5031F"/>
    <w:rsid w:val="00F62E16"/>
    <w:rsid w:val="00F7307D"/>
    <w:rsid w:val="00F76BF7"/>
    <w:rsid w:val="00FA32B5"/>
    <w:rsid w:val="00FA7B2A"/>
    <w:rsid w:val="00FC2461"/>
    <w:rsid w:val="00FC44B2"/>
    <w:rsid w:val="00FC4E19"/>
    <w:rsid w:val="00FD0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D6AF3B"/>
  <w15:docId w15:val="{21560E7E-1195-44B9-BB33-E365B2885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3A6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7E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7E56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7E56"/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7E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E56"/>
    <w:rPr>
      <w:rFonts w:ascii="Segoe UI" w:hAnsi="Segoe UI" w:cs="Segoe UI"/>
      <w:sz w:val="18"/>
      <w:szCs w:val="18"/>
    </w:rPr>
  </w:style>
  <w:style w:type="character" w:customStyle="1" w:styleId="highlight">
    <w:name w:val="highlight"/>
    <w:basedOn w:val="Domylnaczcionkaakapitu"/>
    <w:rsid w:val="007900CF"/>
  </w:style>
  <w:style w:type="character" w:customStyle="1" w:styleId="Nagwek1Znak">
    <w:name w:val="Nagłówek 1 Znak"/>
    <w:basedOn w:val="Domylnaczcionkaakapitu"/>
    <w:link w:val="Nagwek1"/>
    <w:uiPriority w:val="9"/>
    <w:rsid w:val="00503A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503A66"/>
    <w:rPr>
      <w:color w:val="0563C1" w:themeColor="hyperlink"/>
      <w:u w:val="single"/>
    </w:rPr>
  </w:style>
  <w:style w:type="paragraph" w:customStyle="1" w:styleId="PKTpunkt">
    <w:name w:val="PKT – punkt"/>
    <w:link w:val="PKTpunktZnak"/>
    <w:uiPriority w:val="16"/>
    <w:qFormat/>
    <w:rsid w:val="007E3C66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character" w:customStyle="1" w:styleId="PKTpunktZnak">
    <w:name w:val="PKT – punkt Znak"/>
    <w:basedOn w:val="Domylnaczcionkaakapitu"/>
    <w:link w:val="PKTpunkt"/>
    <w:uiPriority w:val="16"/>
    <w:locked/>
    <w:rsid w:val="007E3C66"/>
    <w:rPr>
      <w:rFonts w:ascii="Times" w:hAnsi="Times" w:cs="Arial"/>
      <w:bCs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2120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2120"/>
    <w:rPr>
      <w:rFonts w:asciiTheme="minorHAnsi" w:eastAsiaTheme="minorHAnsi" w:hAnsiTheme="minorHAnsi" w:cstheme="minorBid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5C5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5C58"/>
  </w:style>
  <w:style w:type="character" w:styleId="Odwoanieprzypisukocowego">
    <w:name w:val="endnote reference"/>
    <w:basedOn w:val="Domylnaczcionkaakapitu"/>
    <w:uiPriority w:val="99"/>
    <w:semiHidden/>
    <w:unhideWhenUsed/>
    <w:rsid w:val="00155C58"/>
    <w:rPr>
      <w:vertAlign w:val="superscript"/>
    </w:rPr>
  </w:style>
  <w:style w:type="paragraph" w:customStyle="1" w:styleId="Default">
    <w:name w:val="Default"/>
    <w:rsid w:val="004557B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pogrubienie">
    <w:name w:val="_P_ – pogrubienie"/>
    <w:uiPriority w:val="99"/>
    <w:rsid w:val="00085A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57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7018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2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17</TotalTime>
  <Pages>1</Pages>
  <Words>126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Markowska Anna</cp:lastModifiedBy>
  <cp:revision>8</cp:revision>
  <dcterms:created xsi:type="dcterms:W3CDTF">2021-09-14T13:59:00Z</dcterms:created>
  <dcterms:modified xsi:type="dcterms:W3CDTF">2021-09-15T12:17:00Z</dcterms:modified>
</cp:coreProperties>
</file>